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200">
    <v:background id="_x0000_s1025" o:bwmode="white" fillcolor="#fff200" o:targetscreensize="1024,768">
      <v:fill color2="#4d0808" angle="-45" colors="0 #fff200;29491f #ff7a00;45875f #ff0300;1 #4d0808" method="none" focus="-50%" type="gradient"/>
    </v:background>
  </w:background>
  <w:body>
    <w:p w:rsidR="00FD5222" w:rsidRPr="00A41BFF" w:rsidRDefault="00C7462F" w:rsidP="00C7462F">
      <w:pPr>
        <w:jc w:val="center"/>
        <w:rPr>
          <w:b/>
          <w:color w:val="FFFF00"/>
          <w:sz w:val="72"/>
          <w:szCs w:val="72"/>
          <w:u w:val="single"/>
        </w:rPr>
      </w:pPr>
      <w:r w:rsidRPr="00A41BFF">
        <w:rPr>
          <w:b/>
          <w:color w:val="FFFF00"/>
          <w:sz w:val="72"/>
          <w:szCs w:val="72"/>
          <w:u w:val="single"/>
        </w:rPr>
        <w:t>CIRCUS RECOUNT</w:t>
      </w:r>
    </w:p>
    <w:p w:rsidR="00425EA4" w:rsidRPr="00A41BFF" w:rsidRDefault="00C7462F" w:rsidP="00C7462F">
      <w:pPr>
        <w:jc w:val="center"/>
        <w:rPr>
          <w:b/>
          <w:color w:val="000000" w:themeColor="text1"/>
          <w:sz w:val="36"/>
          <w:szCs w:val="36"/>
        </w:rPr>
      </w:pPr>
      <w:r w:rsidRPr="00A41BFF">
        <w:rPr>
          <w:b/>
          <w:color w:val="000000" w:themeColor="text1"/>
          <w:sz w:val="36"/>
          <w:szCs w:val="36"/>
        </w:rPr>
        <w:t xml:space="preserve">Last week room 10 went to the hall full of excitement, wondering what cool and amazing things we would be taught. We were buzzing, energetically looking at the way our boring school hall had been </w:t>
      </w:r>
      <w:r w:rsidR="00425EA4" w:rsidRPr="00A41BFF">
        <w:rPr>
          <w:b/>
          <w:color w:val="000000" w:themeColor="text1"/>
          <w:sz w:val="36"/>
          <w:szCs w:val="36"/>
        </w:rPr>
        <w:t>changed into an awesome circus workshop.</w:t>
      </w:r>
    </w:p>
    <w:p w:rsidR="00425EA4" w:rsidRPr="00A41BFF" w:rsidRDefault="00425EA4" w:rsidP="00C7462F">
      <w:pPr>
        <w:jc w:val="center"/>
        <w:rPr>
          <w:b/>
          <w:color w:val="000000" w:themeColor="text1"/>
          <w:sz w:val="36"/>
          <w:szCs w:val="36"/>
        </w:rPr>
      </w:pPr>
    </w:p>
    <w:p w:rsidR="00425EA4" w:rsidRPr="00A41BFF" w:rsidRDefault="00425EA4" w:rsidP="00C7462F">
      <w:pPr>
        <w:jc w:val="center"/>
        <w:rPr>
          <w:b/>
          <w:color w:val="000000" w:themeColor="text1"/>
          <w:sz w:val="36"/>
          <w:szCs w:val="36"/>
        </w:rPr>
      </w:pPr>
      <w:r w:rsidRPr="00A41BFF">
        <w:rPr>
          <w:b/>
          <w:color w:val="000000" w:themeColor="text1"/>
          <w:sz w:val="36"/>
          <w:szCs w:val="36"/>
        </w:rPr>
        <w:t>As we came in music started playing, George and Lil greeted us with a nice friendly smile. Our first task was to use our space wisely, so we wouldn’t bump into each other and we would have enough room to stretch.</w:t>
      </w:r>
    </w:p>
    <w:p w:rsidR="00425EA4" w:rsidRPr="00A41BFF" w:rsidRDefault="00425EA4" w:rsidP="00C7462F">
      <w:pPr>
        <w:jc w:val="center"/>
        <w:rPr>
          <w:b/>
          <w:color w:val="000000" w:themeColor="text1"/>
          <w:sz w:val="36"/>
          <w:szCs w:val="36"/>
        </w:rPr>
      </w:pPr>
    </w:p>
    <w:p w:rsidR="00FD5222" w:rsidRDefault="00425EA4" w:rsidP="00FD5222">
      <w:pPr>
        <w:jc w:val="center"/>
        <w:rPr>
          <w:b/>
          <w:color w:val="000000" w:themeColor="text1"/>
          <w:sz w:val="36"/>
          <w:szCs w:val="36"/>
        </w:rPr>
      </w:pPr>
      <w:r w:rsidRPr="00A41BFF">
        <w:rPr>
          <w:b/>
          <w:color w:val="000000" w:themeColor="text1"/>
          <w:sz w:val="36"/>
          <w:szCs w:val="36"/>
        </w:rPr>
        <w:t xml:space="preserve">After the warm up </w:t>
      </w:r>
      <w:proofErr w:type="gramStart"/>
      <w:r w:rsidRPr="00A41BFF">
        <w:rPr>
          <w:b/>
          <w:color w:val="000000" w:themeColor="text1"/>
          <w:sz w:val="36"/>
          <w:szCs w:val="36"/>
        </w:rPr>
        <w:t>we</w:t>
      </w:r>
      <w:proofErr w:type="gramEnd"/>
      <w:r w:rsidRPr="00A41BFF">
        <w:rPr>
          <w:b/>
          <w:color w:val="000000" w:themeColor="text1"/>
          <w:sz w:val="36"/>
          <w:szCs w:val="36"/>
        </w:rPr>
        <w:t xml:space="preserve"> split into two groups, I went with Georges group. With George we did slap stick witch </w:t>
      </w:r>
      <w:r w:rsidR="006256CE" w:rsidRPr="00A41BFF">
        <w:rPr>
          <w:b/>
          <w:color w:val="000000" w:themeColor="text1"/>
          <w:sz w:val="36"/>
          <w:szCs w:val="36"/>
        </w:rPr>
        <w:t xml:space="preserve">involved fake </w:t>
      </w:r>
      <w:r w:rsidR="00A41BFF" w:rsidRPr="00A41BFF">
        <w:rPr>
          <w:b/>
          <w:color w:val="000000" w:themeColor="text1"/>
          <w:sz w:val="36"/>
          <w:szCs w:val="36"/>
        </w:rPr>
        <w:t xml:space="preserve">slapping, kicking, dragging and whacking our heads on a table. Also with George we did awesome miming, invisible </w:t>
      </w:r>
      <w:r w:rsidR="00A41BFF">
        <w:rPr>
          <w:b/>
          <w:color w:val="000000" w:themeColor="text1"/>
          <w:sz w:val="36"/>
          <w:szCs w:val="36"/>
        </w:rPr>
        <w:t>tug of war and the invisible pole.</w:t>
      </w:r>
      <w:r w:rsidR="00FD5222">
        <w:rPr>
          <w:b/>
          <w:color w:val="000000" w:themeColor="text1"/>
          <w:sz w:val="36"/>
          <w:szCs w:val="36"/>
        </w:rPr>
        <w:t xml:space="preserve"> I enjoyed the slap stick because we could make hurtful things not hurt so much. Something I didn’t enjoyed was the miming because it was hard to make it look real. </w:t>
      </w:r>
    </w:p>
    <w:p w:rsidR="00FD5222" w:rsidRDefault="00FD5222" w:rsidP="00FD5222">
      <w:pPr>
        <w:jc w:val="center"/>
        <w:rPr>
          <w:b/>
          <w:color w:val="000000" w:themeColor="text1"/>
          <w:sz w:val="36"/>
          <w:szCs w:val="36"/>
        </w:rPr>
      </w:pPr>
    </w:p>
    <w:p w:rsidR="00FD5222" w:rsidRDefault="00FD5222" w:rsidP="00FD5222">
      <w:pPr>
        <w:jc w:val="center"/>
        <w:rPr>
          <w:b/>
          <w:color w:val="000000" w:themeColor="text1"/>
          <w:sz w:val="36"/>
          <w:szCs w:val="36"/>
        </w:rPr>
      </w:pPr>
      <w:r>
        <w:rPr>
          <w:b/>
          <w:color w:val="000000" w:themeColor="text1"/>
          <w:sz w:val="36"/>
          <w:szCs w:val="36"/>
        </w:rPr>
        <w:t xml:space="preserve">Next, we swapped over to the next activity witch was acrobatics with Lil. This involves the bunk bed, leaning back, </w:t>
      </w:r>
      <w:r>
        <w:rPr>
          <w:b/>
          <w:color w:val="000000" w:themeColor="text1"/>
          <w:sz w:val="36"/>
          <w:szCs w:val="36"/>
        </w:rPr>
        <w:lastRenderedPageBreak/>
        <w:t xml:space="preserve">aeroplane, back on back and splatting. I liked doing the leaning back part because it wasn’t too hard and was fun. I didn’t like </w:t>
      </w:r>
      <w:r w:rsidR="009316CF">
        <w:rPr>
          <w:b/>
          <w:color w:val="000000" w:themeColor="text1"/>
          <w:sz w:val="36"/>
          <w:szCs w:val="36"/>
        </w:rPr>
        <w:t>the back on back splatting part because it hurt when Liam fell on me.</w:t>
      </w:r>
    </w:p>
    <w:p w:rsidR="005A344B" w:rsidRDefault="005A344B" w:rsidP="00FD5222">
      <w:pPr>
        <w:jc w:val="center"/>
        <w:rPr>
          <w:b/>
          <w:color w:val="000000" w:themeColor="text1"/>
          <w:sz w:val="36"/>
          <w:szCs w:val="36"/>
        </w:rPr>
      </w:pPr>
    </w:p>
    <w:p w:rsidR="005A344B" w:rsidRPr="00A41BFF" w:rsidRDefault="005A344B" w:rsidP="00FD5222">
      <w:pPr>
        <w:jc w:val="center"/>
        <w:rPr>
          <w:b/>
          <w:color w:val="000000" w:themeColor="text1"/>
          <w:sz w:val="36"/>
          <w:szCs w:val="36"/>
        </w:rPr>
      </w:pPr>
      <w:r>
        <w:rPr>
          <w:b/>
          <w:color w:val="000000" w:themeColor="text1"/>
          <w:sz w:val="36"/>
          <w:szCs w:val="36"/>
        </w:rPr>
        <w:t>Then we had to say goodbye and go back to class. It was really fun experience and I hope I will do it again one day.</w:t>
      </w:r>
      <w:bookmarkStart w:id="0" w:name="_GoBack"/>
      <w:bookmarkEnd w:id="0"/>
    </w:p>
    <w:sectPr w:rsidR="005A344B" w:rsidRPr="00A41B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62F"/>
    <w:rsid w:val="00425EA4"/>
    <w:rsid w:val="005816D0"/>
    <w:rsid w:val="005A344B"/>
    <w:rsid w:val="006256CE"/>
    <w:rsid w:val="006D521B"/>
    <w:rsid w:val="009316CF"/>
    <w:rsid w:val="00A41BFF"/>
    <w:rsid w:val="00C7462F"/>
    <w:rsid w:val="00FD522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0070c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5C39446F</Template>
  <TotalTime>0</TotalTime>
  <Pages>2</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2012-06-05T01:35:00Z</dcterms:created>
  <dcterms:modified xsi:type="dcterms:W3CDTF">2012-06-05T01:35:00Z</dcterms:modified>
</cp:coreProperties>
</file>